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753A4" w14:textId="37005052"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B3028">
        <w:t>1-18/202</w:t>
      </w:r>
      <w:r w:rsidR="00FF6B39">
        <w:t>4</w:t>
      </w:r>
      <w:r w:rsidR="004B3028">
        <w:t>/</w:t>
      </w:r>
      <w:r w:rsidR="005E317C">
        <w:t>113</w:t>
      </w:r>
    </w:p>
    <w:p w14:paraId="6F708C79" w14:textId="77777777" w:rsidR="00C70CB6" w:rsidRPr="008C4BE6" w:rsidRDefault="00C70CB6">
      <w:pPr>
        <w:jc w:val="both"/>
        <w:rPr>
          <w:spacing w:val="0"/>
        </w:rPr>
      </w:pPr>
    </w:p>
    <w:p w14:paraId="4BC9EC40" w14:textId="6EB00F4F" w:rsidR="007E1D19" w:rsidRDefault="00000000" w:rsidP="007E1D19">
      <w:pPr>
        <w:pStyle w:val="NormalWeb"/>
        <w:jc w:val="right"/>
        <w:rPr>
          <w:rFonts w:eastAsia="Calibri"/>
          <w:szCs w:val="22"/>
        </w:rPr>
      </w:pPr>
      <w:sdt>
        <w:sdtPr>
          <w:rPr>
            <w:rFonts w:eastAsia="Calibri"/>
            <w:szCs w:val="22"/>
          </w:rPr>
          <w:id w:val="448594684"/>
          <w:placeholder>
            <w:docPart w:val="93265D4BEEF04368A70B8BCE50157282"/>
          </w:placeholder>
          <w:date w:fullDate="2024-06-18T00:00:00Z">
            <w:dateFormat w:val="d.MM.yyyy"/>
            <w:lid w:val="et-EE"/>
            <w:storeMappedDataAs w:val="dateTime"/>
            <w:calendar w:val="gregorian"/>
          </w:date>
        </w:sdtPr>
        <w:sdtContent>
          <w:r w:rsidR="00332900">
            <w:rPr>
              <w:rFonts w:eastAsia="Calibri"/>
              <w:szCs w:val="22"/>
              <w:lang w:val="et-EE"/>
            </w:rPr>
            <w:t>18</w:t>
          </w:r>
          <w:r w:rsidR="004B3028">
            <w:rPr>
              <w:rFonts w:eastAsia="Calibri"/>
              <w:szCs w:val="22"/>
              <w:lang w:val="et-EE"/>
            </w:rPr>
            <w:t>.</w:t>
          </w:r>
          <w:r w:rsidR="00332900">
            <w:rPr>
              <w:rFonts w:eastAsia="Calibri"/>
              <w:szCs w:val="22"/>
              <w:lang w:val="et-EE"/>
            </w:rPr>
            <w:t>06</w:t>
          </w:r>
          <w:r w:rsidR="004B3028">
            <w:rPr>
              <w:rFonts w:eastAsia="Calibri"/>
              <w:szCs w:val="22"/>
              <w:lang w:val="et-EE"/>
            </w:rPr>
            <w:t>.202</w:t>
          </w:r>
          <w:r w:rsidR="00332900">
            <w:rPr>
              <w:rFonts w:eastAsia="Calibri"/>
              <w:szCs w:val="22"/>
              <w:lang w:val="et-EE"/>
            </w:rPr>
            <w:t>4</w:t>
          </w:r>
        </w:sdtContent>
      </w:sdt>
    </w:p>
    <w:p w14:paraId="1C793B7A" w14:textId="77777777" w:rsidR="007E1D19" w:rsidRPr="009D4701" w:rsidRDefault="007E1D19" w:rsidP="007E1D19">
      <w:pPr>
        <w:pStyle w:val="NormalWeb"/>
        <w:jc w:val="right"/>
        <w:rPr>
          <w:color w:val="FF0000"/>
          <w:lang w:val="et-EE"/>
        </w:rPr>
      </w:pPr>
      <w:r w:rsidRPr="009D4701">
        <w:rPr>
          <w:rFonts w:eastAsia="Calibri"/>
          <w:szCs w:val="22"/>
          <w:lang w:val="fi-FI"/>
        </w:rPr>
        <w:t>(</w:t>
      </w:r>
      <w:proofErr w:type="spellStart"/>
      <w:r w:rsidRPr="009D4701">
        <w:rPr>
          <w:rFonts w:eastAsia="Calibri"/>
          <w:szCs w:val="22"/>
          <w:lang w:val="fi-FI"/>
        </w:rPr>
        <w:t>hiliseima</w:t>
      </w:r>
      <w:proofErr w:type="spellEnd"/>
      <w:r w:rsidRPr="009D4701">
        <w:rPr>
          <w:rFonts w:eastAsia="Calibri"/>
          <w:szCs w:val="22"/>
          <w:lang w:val="fi-FI"/>
        </w:rPr>
        <w:t xml:space="preserve"> </w:t>
      </w:r>
      <w:proofErr w:type="spellStart"/>
      <w:r w:rsidRPr="009D4701">
        <w:rPr>
          <w:rFonts w:eastAsia="Calibri"/>
          <w:szCs w:val="22"/>
          <w:lang w:val="fi-FI"/>
        </w:rPr>
        <w:t>digitaalallkirja</w:t>
      </w:r>
      <w:proofErr w:type="spellEnd"/>
      <w:r w:rsidRPr="009D4701">
        <w:rPr>
          <w:rFonts w:eastAsia="Calibri"/>
          <w:szCs w:val="22"/>
          <w:lang w:val="fi-FI"/>
        </w:rPr>
        <w:t xml:space="preserve"> </w:t>
      </w:r>
      <w:proofErr w:type="spellStart"/>
      <w:r w:rsidRPr="009D4701">
        <w:rPr>
          <w:rFonts w:eastAsia="Calibri"/>
          <w:szCs w:val="22"/>
          <w:lang w:val="fi-FI"/>
        </w:rPr>
        <w:t>kuupäev</w:t>
      </w:r>
      <w:proofErr w:type="spellEnd"/>
      <w:r w:rsidRPr="009D4701">
        <w:rPr>
          <w:rFonts w:eastAsia="Calibri"/>
          <w:szCs w:val="22"/>
          <w:lang w:val="fi-FI"/>
        </w:rPr>
        <w:t>)</w:t>
      </w:r>
    </w:p>
    <w:p w14:paraId="4444A583" w14:textId="77777777" w:rsidR="00801376" w:rsidRPr="00801376" w:rsidRDefault="00801376" w:rsidP="00801376">
      <w:pPr>
        <w:jc w:val="both"/>
        <w:rPr>
          <w:bCs/>
          <w:spacing w:val="0"/>
        </w:rPr>
      </w:pPr>
      <w:r w:rsidRPr="00801376">
        <w:rPr>
          <w:b/>
          <w:bCs/>
          <w:spacing w:val="0"/>
        </w:rPr>
        <w:t>Riigimetsa Majandamise Keskus</w:t>
      </w:r>
      <w:r w:rsidRPr="00801376">
        <w:rPr>
          <w:bCs/>
          <w:spacing w:val="0"/>
        </w:rPr>
        <w:t xml:space="preserve">, keda esindab juhatuse esimehe 28.04.2022. a käskkirja nr 1-5/42 alusel  </w:t>
      </w:r>
      <w:proofErr w:type="spellStart"/>
      <w:r w:rsidRPr="00801376">
        <w:rPr>
          <w:bCs/>
          <w:spacing w:val="0"/>
        </w:rPr>
        <w:t>alusel</w:t>
      </w:r>
      <w:proofErr w:type="spellEnd"/>
      <w:r w:rsidRPr="00801376">
        <w:rPr>
          <w:bCs/>
          <w:spacing w:val="0"/>
        </w:rPr>
        <w:t xml:space="preserve"> RMK külastuskorraldusosakonna Põhja-Eesti piirkonna Ida-Virumaa külastusala juht Heinar Juuse ühelt poolt,</w:t>
      </w:r>
    </w:p>
    <w:p w14:paraId="46F63C0E" w14:textId="77777777" w:rsidR="00ED00A7" w:rsidRDefault="00ED00A7">
      <w:pPr>
        <w:jc w:val="both"/>
        <w:rPr>
          <w:spacing w:val="0"/>
        </w:rPr>
      </w:pPr>
    </w:p>
    <w:p w14:paraId="1F00DB38" w14:textId="587990B2" w:rsidR="00BC1507" w:rsidRPr="009D4701" w:rsidRDefault="009D4701">
      <w:pPr>
        <w:jc w:val="both"/>
        <w:rPr>
          <w:iCs/>
          <w:spacing w:val="0"/>
        </w:rPr>
      </w:pPr>
      <w:r>
        <w:rPr>
          <w:spacing w:val="0"/>
        </w:rPr>
        <w:t xml:space="preserve">Ja </w:t>
      </w:r>
      <w:r w:rsidR="00FF6B39">
        <w:rPr>
          <w:spacing w:val="0"/>
        </w:rPr>
        <w:t>RMK</w:t>
      </w:r>
      <w:r w:rsidR="00C840CA">
        <w:rPr>
          <w:spacing w:val="0"/>
        </w:rPr>
        <w:t>-</w:t>
      </w:r>
      <w:r w:rsidR="00FF6B39">
        <w:rPr>
          <w:spacing w:val="0"/>
        </w:rPr>
        <w:t xml:space="preserve"> Invest</w:t>
      </w:r>
      <w:r w:rsidR="00EF43D9" w:rsidRPr="00EF43D9">
        <w:rPr>
          <w:spacing w:val="0"/>
        </w:rPr>
        <w:t xml:space="preserve"> OÜ </w:t>
      </w:r>
      <w:r w:rsidR="007E1D19" w:rsidRPr="004902FD">
        <w:rPr>
          <w:bCs/>
          <w:spacing w:val="0"/>
        </w:rPr>
        <w:t xml:space="preserve">edaspidi </w:t>
      </w:r>
      <w:r w:rsidR="007E1D19">
        <w:rPr>
          <w:b/>
          <w:bCs/>
          <w:spacing w:val="0"/>
        </w:rPr>
        <w:t>töövõtja</w:t>
      </w:r>
      <w:r w:rsidR="007E1D19">
        <w:rPr>
          <w:bCs/>
          <w:spacing w:val="0"/>
        </w:rPr>
        <w:t xml:space="preserve">, </w:t>
      </w:r>
      <w:r w:rsidR="007E1D19" w:rsidRPr="005A1CA9">
        <w:rPr>
          <w:iCs/>
          <w:spacing w:val="0"/>
        </w:rPr>
        <w:t>keda esin</w:t>
      </w:r>
      <w:r w:rsidR="007E1D19" w:rsidRPr="009D4701">
        <w:rPr>
          <w:iCs/>
          <w:spacing w:val="0"/>
        </w:rPr>
        <w:t xml:space="preserve">dab </w:t>
      </w:r>
      <w:sdt>
        <w:sdtPr>
          <w:rPr>
            <w:spacing w:val="0"/>
          </w:rPr>
          <w:tag w:val="Riigimetsa Majandamise Keskuse "/>
          <w:id w:val="219788717"/>
          <w:placeholder>
            <w:docPart w:val="D0EBE14B44B34D99BD5B85B586668995"/>
          </w:placeholder>
          <w:comboBox>
            <w:listItem w:displayText="põhikirja" w:value="põhikirja"/>
            <w:listItem w:displayText="volikirja" w:value="volikirja"/>
          </w:comboBox>
        </w:sdtPr>
        <w:sdtContent>
          <w:r w:rsidRPr="009D4701">
            <w:rPr>
              <w:spacing w:val="0"/>
            </w:rPr>
            <w:t>põhikirja</w:t>
          </w:r>
        </w:sdtContent>
      </w:sdt>
      <w:r w:rsidR="007E1D19" w:rsidRPr="009D4701">
        <w:rPr>
          <w:iCs/>
          <w:spacing w:val="0"/>
        </w:rPr>
        <w:t xml:space="preserve"> alusel </w:t>
      </w:r>
      <w:r w:rsidRPr="009D4701">
        <w:rPr>
          <w:spacing w:val="0"/>
        </w:rPr>
        <w:t>juhatuse liige</w:t>
      </w:r>
      <w:r w:rsidR="00380D5F" w:rsidRPr="009D4701">
        <w:rPr>
          <w:rFonts w:eastAsia="Calibri"/>
        </w:rPr>
        <w:t xml:space="preserve"> </w:t>
      </w:r>
      <w:r w:rsidR="00EF43D9">
        <w:rPr>
          <w:spacing w:val="0"/>
        </w:rPr>
        <w:t xml:space="preserve"> </w:t>
      </w:r>
      <w:proofErr w:type="spellStart"/>
      <w:r w:rsidR="00FF6B39">
        <w:rPr>
          <w:spacing w:val="0"/>
        </w:rPr>
        <w:t>Rünno</w:t>
      </w:r>
      <w:proofErr w:type="spellEnd"/>
      <w:r w:rsidR="00FF6B39">
        <w:rPr>
          <w:spacing w:val="0"/>
        </w:rPr>
        <w:t xml:space="preserve"> </w:t>
      </w:r>
      <w:proofErr w:type="spellStart"/>
      <w:r w:rsidR="00FF6B39">
        <w:rPr>
          <w:spacing w:val="0"/>
        </w:rPr>
        <w:t>Hiietam</w:t>
      </w:r>
      <w:proofErr w:type="spellEnd"/>
      <w:r w:rsidR="00EF43D9">
        <w:rPr>
          <w:spacing w:val="0"/>
        </w:rPr>
        <w:t xml:space="preserve"> </w:t>
      </w:r>
      <w:r w:rsidR="007E1D19" w:rsidRPr="009D4701">
        <w:rPr>
          <w:iCs/>
          <w:spacing w:val="0"/>
        </w:rPr>
        <w:t>teiselt pool</w:t>
      </w:r>
      <w:r w:rsidR="007E1D19" w:rsidRPr="009D4701">
        <w:rPr>
          <w:rFonts w:eastAsia="Calibri"/>
        </w:rPr>
        <w:t>,</w:t>
      </w:r>
      <w:r w:rsidR="007E1D19">
        <w:rPr>
          <w:rFonts w:eastAsia="Calibri"/>
        </w:rPr>
        <w:t xml:space="preserve"> </w:t>
      </w:r>
      <w:r>
        <w:rPr>
          <w:iCs/>
          <w:spacing w:val="0"/>
        </w:rPr>
        <w:t xml:space="preserve"> </w:t>
      </w:r>
      <w:r w:rsidR="00BC1507" w:rsidRPr="008C4BE6">
        <w:rPr>
          <w:spacing w:val="0"/>
        </w:rPr>
        <w:t xml:space="preserve">keda nimetatakse edaspidi </w:t>
      </w:r>
      <w:r w:rsidR="00ED00A7">
        <w:rPr>
          <w:b/>
          <w:spacing w:val="0"/>
        </w:rPr>
        <w:t>p</w:t>
      </w:r>
      <w:r w:rsidR="00BC1507" w:rsidRPr="008C4BE6">
        <w:rPr>
          <w:b/>
          <w:spacing w:val="0"/>
        </w:rPr>
        <w:t xml:space="preserve">ool </w:t>
      </w:r>
      <w:r w:rsidR="00BC1507" w:rsidRPr="008C4BE6">
        <w:rPr>
          <w:spacing w:val="0"/>
        </w:rPr>
        <w:t xml:space="preserve">või </w:t>
      </w:r>
      <w:r w:rsidR="00A728B9">
        <w:rPr>
          <w:spacing w:val="0"/>
        </w:rPr>
        <w:t>ühiselt</w:t>
      </w:r>
      <w:r w:rsidR="00BC1507" w:rsidRPr="008C4BE6">
        <w:rPr>
          <w:spacing w:val="0"/>
        </w:rPr>
        <w:t xml:space="preserve"> </w:t>
      </w:r>
      <w:r w:rsidR="00ED00A7">
        <w:rPr>
          <w:b/>
          <w:spacing w:val="0"/>
        </w:rPr>
        <w:t>p</w:t>
      </w:r>
      <w:r w:rsidR="00BC1507" w:rsidRPr="008C4BE6">
        <w:rPr>
          <w:b/>
          <w:spacing w:val="0"/>
        </w:rPr>
        <w:t>ooled</w:t>
      </w:r>
      <w:r w:rsidR="00BC1507" w:rsidRPr="008C4BE6">
        <w:rPr>
          <w:spacing w:val="0"/>
        </w:rPr>
        <w:t>,</w:t>
      </w:r>
    </w:p>
    <w:p w14:paraId="7EE6C922" w14:textId="77777777" w:rsidR="00C70CB6" w:rsidRPr="008C4BE6" w:rsidRDefault="00C70CB6">
      <w:pPr>
        <w:jc w:val="both"/>
        <w:rPr>
          <w:spacing w:val="0"/>
        </w:rPr>
      </w:pPr>
    </w:p>
    <w:p w14:paraId="76BF1CBA" w14:textId="13325D1C"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w:t>
      </w:r>
    </w:p>
    <w:p w14:paraId="1CBE03AF" w14:textId="77777777" w:rsidR="00BC1507" w:rsidRPr="00343EA3" w:rsidRDefault="00BC1507">
      <w:pPr>
        <w:jc w:val="both"/>
        <w:rPr>
          <w:b/>
          <w:spacing w:val="0"/>
        </w:rPr>
      </w:pPr>
    </w:p>
    <w:p w14:paraId="40A00AA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56C52D03" w14:textId="0065A3CC"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FF6B39" w:rsidRPr="00FF6B39">
        <w:rPr>
          <w:spacing w:val="0"/>
        </w:rPr>
        <w:t xml:space="preserve">RMK Oru pargis Hõbeallika koopasse küljepealt viiva  </w:t>
      </w:r>
      <w:r w:rsidR="00C840CA">
        <w:rPr>
          <w:spacing w:val="0"/>
        </w:rPr>
        <w:t xml:space="preserve">lisa </w:t>
      </w:r>
      <w:r w:rsidR="00FF6B39" w:rsidRPr="00FF6B39">
        <w:rPr>
          <w:spacing w:val="0"/>
        </w:rPr>
        <w:t xml:space="preserve">trepi </w:t>
      </w:r>
      <w:r w:rsidR="007F0749">
        <w:rPr>
          <w:spacing w:val="0"/>
        </w:rPr>
        <w:t>rekonstrueerimine</w:t>
      </w:r>
      <w:r w:rsidR="00A4512D">
        <w:rPr>
          <w:spacing w:val="0"/>
        </w:rPr>
        <w:t>,</w:t>
      </w:r>
      <w:r w:rsidR="00C840CA">
        <w:rPr>
          <w:spacing w:val="0"/>
        </w:rPr>
        <w:t xml:space="preserve"> vastavalt esitatud hinnapakkumisele,</w:t>
      </w:r>
      <w:r w:rsidR="007F0749">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655CBA75" w14:textId="501C2190"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FF6B39">
        <w:rPr>
          <w:spacing w:val="0"/>
        </w:rPr>
        <w:t xml:space="preserve">lagunenud trepi müür taastada võimalikult esialgsel kujul vahetada lagunenud pae kivid ja valada müüri peale betoonist plaat, trepiastmed parandada, täita praod ja trepi ees olev lagunenud betoonplaat lammutada ja valada uus. </w:t>
      </w:r>
      <w:r w:rsidR="00330514">
        <w:rPr>
          <w:spacing w:val="0"/>
        </w:rPr>
        <w:t>Ehitaja on objektiga kohapeal tutvunud.</w:t>
      </w:r>
      <w:r w:rsidR="00FF6B39">
        <w:rPr>
          <w:spacing w:val="0"/>
        </w:rPr>
        <w:t xml:space="preserve"> </w:t>
      </w:r>
    </w:p>
    <w:p w14:paraId="316A09B3" w14:textId="68AE31FD"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FF6B39">
        <w:rPr>
          <w:spacing w:val="0"/>
        </w:rPr>
        <w:t xml:space="preserve">AS Kobras </w:t>
      </w:r>
      <w:r w:rsidR="00A90689" w:rsidRPr="00A90689">
        <w:rPr>
          <w:spacing w:val="0"/>
        </w:rPr>
        <w:t>poolt koostatud põhiprojekti „Oru pargi maastikukaitseala külastustaristu rekonstrueerimise põhiprojekt“ (töö nr. 2011-035)</w:t>
      </w:r>
    </w:p>
    <w:p w14:paraId="4C02E0C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7640CF" w14:textId="560AE32E"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44A10B1B" w14:textId="77777777" w:rsidR="00BC1507" w:rsidRPr="00380D5F" w:rsidRDefault="00BC1507" w:rsidP="00F37FB6">
      <w:pPr>
        <w:jc w:val="both"/>
        <w:rPr>
          <w:spacing w:val="0"/>
        </w:rPr>
      </w:pPr>
    </w:p>
    <w:p w14:paraId="7133F6B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18C46CE" w14:textId="24BF02A8"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8B0922D727614F7AA7DB5B458CEBF315"/>
          </w:placeholder>
          <w:date w:fullDate="2024-06-30T00:00:00Z">
            <w:dateFormat w:val="d.MM.yyyy"/>
            <w:lid w:val="et-EE"/>
            <w:storeMappedDataAs w:val="dateTime"/>
            <w:calendar w:val="gregorian"/>
          </w:date>
        </w:sdtPr>
        <w:sdtContent>
          <w:r w:rsidR="00330514">
            <w:rPr>
              <w:spacing w:val="0"/>
            </w:rPr>
            <w:t>30</w:t>
          </w:r>
          <w:r w:rsidR="004B3028">
            <w:rPr>
              <w:spacing w:val="0"/>
            </w:rPr>
            <w:t>.</w:t>
          </w:r>
          <w:r w:rsidR="00330514">
            <w:rPr>
              <w:spacing w:val="0"/>
            </w:rPr>
            <w:t>06</w:t>
          </w:r>
          <w:r w:rsidR="004B3028">
            <w:rPr>
              <w:spacing w:val="0"/>
            </w:rPr>
            <w:t>.202</w:t>
          </w:r>
          <w:r w:rsidR="00330514">
            <w:rPr>
              <w:spacing w:val="0"/>
            </w:rPr>
            <w:t>4</w:t>
          </w:r>
        </w:sdtContent>
      </w:sdt>
      <w:r w:rsidR="00886FDA">
        <w:rPr>
          <w:spacing w:val="0"/>
        </w:rPr>
        <w:t>.</w:t>
      </w:r>
    </w:p>
    <w:p w14:paraId="2D8550F0"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E7EC3A7"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024CDEA"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6EFC4161"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E6508F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6516E1B2"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9DD594F" w14:textId="3AD93E31"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886FDA">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w:t>
      </w:r>
      <w:r w:rsidR="00BC1507" w:rsidRPr="00343EA3">
        <w:rPr>
          <w:spacing w:val="0"/>
        </w:rPr>
        <w:lastRenderedPageBreak/>
        <w:t xml:space="preserve">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7BB7F7E6" w14:textId="77777777" w:rsidR="004F007F" w:rsidRPr="00380D5F" w:rsidRDefault="004F007F" w:rsidP="00F37FB6">
      <w:pPr>
        <w:jc w:val="both"/>
        <w:rPr>
          <w:spacing w:val="0"/>
        </w:rPr>
      </w:pPr>
    </w:p>
    <w:p w14:paraId="5BAE2857"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35962265" w14:textId="22628EF8" w:rsidR="0096230C" w:rsidRPr="0096230C" w:rsidRDefault="0096230C" w:rsidP="007E5CB0">
      <w:pPr>
        <w:pStyle w:val="Pealkiri21"/>
        <w:jc w:val="both"/>
        <w:rPr>
          <w:spacing w:val="0"/>
        </w:rPr>
      </w:pPr>
      <w:r w:rsidRPr="0096230C">
        <w:rPr>
          <w:spacing w:val="0"/>
        </w:rPr>
        <w:t xml:space="preserve">Lepingu hinnaks on </w:t>
      </w:r>
      <w:r w:rsidR="00330514">
        <w:rPr>
          <w:spacing w:val="0"/>
        </w:rPr>
        <w:t>vastavalt</w:t>
      </w:r>
      <w:r w:rsidRPr="0096230C">
        <w:rPr>
          <w:spacing w:val="0"/>
        </w:rPr>
        <w:t xml:space="preserve"> pakkumise</w:t>
      </w:r>
      <w:r w:rsidR="00330514">
        <w:rPr>
          <w:spacing w:val="0"/>
        </w:rPr>
        <w:t>le</w:t>
      </w:r>
      <w:r w:rsidR="00C840CA">
        <w:rPr>
          <w:spacing w:val="0"/>
        </w:rPr>
        <w:t xml:space="preserve"> (lisatud)</w:t>
      </w:r>
      <w:r w:rsidRPr="0096230C">
        <w:rPr>
          <w:spacing w:val="0"/>
        </w:rPr>
        <w:t xml:space="preserve"> kogumaksumus, edaspidi tööde </w:t>
      </w:r>
      <w:proofErr w:type="spellStart"/>
      <w:r w:rsidRPr="0096230C">
        <w:rPr>
          <w:spacing w:val="0"/>
        </w:rPr>
        <w:t>üldmaksumus</w:t>
      </w:r>
      <w:proofErr w:type="spellEnd"/>
      <w:r w:rsidRPr="0096230C">
        <w:rPr>
          <w:spacing w:val="0"/>
        </w:rPr>
        <w:t xml:space="preserve">, </w:t>
      </w:r>
      <w:r w:rsidR="00532EE6">
        <w:rPr>
          <w:b/>
          <w:spacing w:val="0"/>
        </w:rPr>
        <w:t>1440.00</w:t>
      </w:r>
      <w:r w:rsidR="0030765D" w:rsidRPr="0030765D">
        <w:rPr>
          <w:b/>
          <w:spacing w:val="0"/>
        </w:rPr>
        <w:t xml:space="preserve"> </w:t>
      </w:r>
      <w:r w:rsidR="0047435D">
        <w:rPr>
          <w:b/>
          <w:spacing w:val="0"/>
        </w:rPr>
        <w:t xml:space="preserve">eurot </w:t>
      </w:r>
      <w:r w:rsidR="00BA4E15">
        <w:rPr>
          <w:spacing w:val="0"/>
        </w:rPr>
        <w:t>(</w:t>
      </w:r>
      <w:r w:rsidR="00532EE6">
        <w:rPr>
          <w:spacing w:val="0"/>
        </w:rPr>
        <w:t>ükstuhat nelisada nelikümmend eurot</w:t>
      </w:r>
      <w:r w:rsidR="0047435D">
        <w:rPr>
          <w:spacing w:val="0"/>
        </w:rPr>
        <w:t xml:space="preserve"> ja </w:t>
      </w:r>
      <w:r w:rsidR="00532EE6">
        <w:rPr>
          <w:spacing w:val="0"/>
        </w:rPr>
        <w:t>00</w:t>
      </w:r>
      <w:r w:rsidR="0047435D">
        <w:rPr>
          <w:spacing w:val="0"/>
        </w:rPr>
        <w:t xml:space="preserve"> senti) </w:t>
      </w:r>
      <w:r w:rsidRPr="0096230C">
        <w:rPr>
          <w:spacing w:val="0"/>
        </w:rPr>
        <w:t xml:space="preserve"> millele lisandub käibemaks. Tööde </w:t>
      </w:r>
      <w:proofErr w:type="spellStart"/>
      <w:r w:rsidRPr="0096230C">
        <w:rPr>
          <w:spacing w:val="0"/>
        </w:rPr>
        <w:t>üldmaksumus</w:t>
      </w:r>
      <w:proofErr w:type="spellEnd"/>
      <w:r w:rsidRPr="0096230C">
        <w:rPr>
          <w:spacing w:val="0"/>
        </w:rPr>
        <w:t xml:space="preserve"> sisaldab endas töövõtja tasu, samuti töövõtja ja 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5FE2DCCA" w14:textId="77777777" w:rsidR="0051635F" w:rsidRDefault="00A3137D" w:rsidP="007E5CB0">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1D3D169D" w14:textId="77777777" w:rsidR="00BC1507" w:rsidRPr="0051635F" w:rsidRDefault="00CA6104" w:rsidP="007E5CB0">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9947B9" w14:textId="77777777" w:rsidR="00A3137D" w:rsidRPr="00343EA3" w:rsidRDefault="00A3137D" w:rsidP="00F37FB6">
      <w:pPr>
        <w:jc w:val="both"/>
        <w:rPr>
          <w:spacing w:val="0"/>
        </w:rPr>
      </w:pPr>
    </w:p>
    <w:p w14:paraId="52615102" w14:textId="77777777" w:rsidR="00BC1507" w:rsidRPr="00343EA3" w:rsidRDefault="00BC1507" w:rsidP="00F37FB6">
      <w:pPr>
        <w:pStyle w:val="Pealkiri11"/>
        <w:jc w:val="both"/>
        <w:rPr>
          <w:b/>
          <w:spacing w:val="0"/>
        </w:rPr>
      </w:pPr>
      <w:r w:rsidRPr="00343EA3">
        <w:rPr>
          <w:b/>
          <w:spacing w:val="0"/>
        </w:rPr>
        <w:t>Poolte vastutus</w:t>
      </w:r>
    </w:p>
    <w:p w14:paraId="7A6D9A88"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9CE475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992EEA0"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74D9682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37DC648"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B2CACD2" w14:textId="77777777" w:rsidR="00185D39" w:rsidRPr="00343EA3" w:rsidRDefault="00185D39" w:rsidP="00F37FB6">
      <w:pPr>
        <w:jc w:val="both"/>
        <w:rPr>
          <w:b/>
          <w:spacing w:val="0"/>
        </w:rPr>
      </w:pPr>
    </w:p>
    <w:p w14:paraId="1BEEC703"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4609DE17" w14:textId="25019B91" w:rsidR="004847E0" w:rsidRPr="00002690" w:rsidRDefault="004847E0" w:rsidP="004847E0">
      <w:pPr>
        <w:pStyle w:val="Pealkiri21"/>
        <w:rPr>
          <w:spacing w:val="0"/>
        </w:rPr>
      </w:pPr>
      <w:r w:rsidRPr="00002690">
        <w:rPr>
          <w:spacing w:val="0"/>
        </w:rPr>
        <w:t xml:space="preserve">Tellija esindaja on </w:t>
      </w:r>
      <w:r w:rsidR="0047435D">
        <w:rPr>
          <w:spacing w:val="0"/>
        </w:rPr>
        <w:t xml:space="preserve">RMK Ida-Virumaa külastusala </w:t>
      </w:r>
      <w:r w:rsidR="00D523EB">
        <w:rPr>
          <w:spacing w:val="0"/>
        </w:rPr>
        <w:t>juht</w:t>
      </w:r>
      <w:r w:rsidRPr="00002690">
        <w:rPr>
          <w:spacing w:val="0"/>
        </w:rPr>
        <w:t xml:space="preserve"> Heinar Juuse tel 5159317 e-post heinar.juuse@rmk.ee</w:t>
      </w:r>
    </w:p>
    <w:p w14:paraId="1600762D" w14:textId="54D068A8" w:rsidR="004F007F" w:rsidRPr="00817A1B" w:rsidRDefault="004F007F" w:rsidP="00341B3E">
      <w:pPr>
        <w:pStyle w:val="Pealkiri21"/>
        <w:rPr>
          <w:spacing w:val="0"/>
        </w:rPr>
      </w:pPr>
      <w:r w:rsidRPr="00817A1B">
        <w:rPr>
          <w:spacing w:val="0"/>
        </w:rPr>
        <w:t xml:space="preserve">Töövõtja esindaja </w:t>
      </w:r>
      <w:r w:rsidR="00D523EB" w:rsidRPr="00D523EB">
        <w:rPr>
          <w:spacing w:val="0"/>
        </w:rPr>
        <w:t xml:space="preserve">kes on volitatud lepingut täitma, muutma ja lõpetama: juhatuse liige </w:t>
      </w:r>
      <w:proofErr w:type="spellStart"/>
      <w:r w:rsidR="00D523EB" w:rsidRPr="00D523EB">
        <w:rPr>
          <w:spacing w:val="0"/>
        </w:rPr>
        <w:t>Rünno</w:t>
      </w:r>
      <w:proofErr w:type="spellEnd"/>
      <w:r w:rsidR="00D523EB" w:rsidRPr="00D523EB">
        <w:rPr>
          <w:spacing w:val="0"/>
        </w:rPr>
        <w:t xml:space="preserve"> </w:t>
      </w:r>
      <w:proofErr w:type="spellStart"/>
      <w:r w:rsidR="00D523EB" w:rsidRPr="00D523EB">
        <w:rPr>
          <w:spacing w:val="0"/>
        </w:rPr>
        <w:t>Hiietam</w:t>
      </w:r>
      <w:proofErr w:type="spellEnd"/>
      <w:r w:rsidR="00D523EB" w:rsidRPr="00D523EB">
        <w:rPr>
          <w:spacing w:val="0"/>
        </w:rPr>
        <w:t xml:space="preserve"> tel: 53420822  e-post: runno@rmk-invest.ee</w:t>
      </w:r>
    </w:p>
    <w:p w14:paraId="2AC246FC" w14:textId="77777777" w:rsidR="00BC1507" w:rsidRPr="00380D5F" w:rsidRDefault="00BC1507" w:rsidP="00F37FB6">
      <w:pPr>
        <w:jc w:val="both"/>
        <w:rPr>
          <w:spacing w:val="0"/>
        </w:rPr>
      </w:pPr>
    </w:p>
    <w:p w14:paraId="7A29F295" w14:textId="77777777" w:rsidR="00BC1507" w:rsidRPr="00343EA3" w:rsidRDefault="00BC1507" w:rsidP="00F37FB6">
      <w:pPr>
        <w:pStyle w:val="Pealkiri11"/>
        <w:jc w:val="both"/>
        <w:rPr>
          <w:b/>
          <w:spacing w:val="0"/>
        </w:rPr>
      </w:pPr>
      <w:r w:rsidRPr="00343EA3">
        <w:rPr>
          <w:b/>
          <w:spacing w:val="0"/>
        </w:rPr>
        <w:t>Teadete edastamine</w:t>
      </w:r>
    </w:p>
    <w:p w14:paraId="364C3172" w14:textId="154287C9"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r w:rsidR="00817A1B">
        <w:rPr>
          <w:spacing w:val="0"/>
        </w:rPr>
        <w:t xml:space="preserve"> </w:t>
      </w:r>
    </w:p>
    <w:p w14:paraId="2411AADF" w14:textId="77777777" w:rsidR="00FB6CBB" w:rsidRPr="00343EA3" w:rsidRDefault="00FB6CBB" w:rsidP="00F37FB6">
      <w:pPr>
        <w:pStyle w:val="Pealkiri21"/>
        <w:jc w:val="both"/>
        <w:rPr>
          <w:spacing w:val="0"/>
        </w:rPr>
      </w:pPr>
      <w:r w:rsidRPr="00343EA3">
        <w:rPr>
          <w:spacing w:val="0"/>
        </w:rPr>
        <w:t xml:space="preserve">E-kirja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54D4F94A"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96C6247" w14:textId="77777777" w:rsidR="008639BE" w:rsidRPr="00343EA3" w:rsidRDefault="008639BE" w:rsidP="008639BE">
      <w:pPr>
        <w:pStyle w:val="Pealkiri21"/>
        <w:numPr>
          <w:ilvl w:val="0"/>
          <w:numId w:val="0"/>
        </w:numPr>
        <w:ind w:left="576"/>
        <w:jc w:val="both"/>
        <w:rPr>
          <w:spacing w:val="0"/>
        </w:rPr>
      </w:pPr>
    </w:p>
    <w:p w14:paraId="1E0301D5" w14:textId="77777777" w:rsidR="00185D39" w:rsidRPr="00380D5F" w:rsidRDefault="00185D39" w:rsidP="00F37FB6">
      <w:pPr>
        <w:jc w:val="both"/>
        <w:rPr>
          <w:spacing w:val="0"/>
        </w:rPr>
      </w:pPr>
    </w:p>
    <w:p w14:paraId="7469F92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08856E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297A16E9" w14:textId="7E2A82D1" w:rsidR="00185D39" w:rsidRPr="00343EA3" w:rsidRDefault="00185D39" w:rsidP="00F37FB6">
      <w:pPr>
        <w:pStyle w:val="Pealkiri21"/>
        <w:jc w:val="both"/>
        <w:rPr>
          <w:spacing w:val="0"/>
        </w:rPr>
      </w:pPr>
      <w:r w:rsidRPr="00343EA3">
        <w:rPr>
          <w:spacing w:val="0"/>
        </w:rPr>
        <w:t>Tellija võib lepingu igal ajal olenemata põhjusest etteteatamis</w:t>
      </w:r>
      <w:r w:rsidR="006A0271">
        <w:rPr>
          <w:spacing w:val="0"/>
        </w:rPr>
        <w:t xml:space="preserve"> </w:t>
      </w:r>
      <w:r w:rsidRPr="00343EA3">
        <w:rPr>
          <w:spacing w:val="0"/>
        </w:rPr>
        <w:t>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BCDB752"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DFE93FD"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A802A87" w14:textId="77777777" w:rsidR="00185D39" w:rsidRPr="00380D5F" w:rsidRDefault="00185D39" w:rsidP="00F37FB6">
      <w:pPr>
        <w:jc w:val="both"/>
        <w:rPr>
          <w:spacing w:val="0"/>
        </w:rPr>
      </w:pPr>
    </w:p>
    <w:p w14:paraId="41EC39CF" w14:textId="77777777" w:rsidR="00BC1507" w:rsidRPr="00343EA3" w:rsidRDefault="00BC1507" w:rsidP="00F37FB6">
      <w:pPr>
        <w:pStyle w:val="Pealkiri11"/>
        <w:jc w:val="both"/>
        <w:rPr>
          <w:b/>
          <w:spacing w:val="0"/>
        </w:rPr>
      </w:pPr>
      <w:r w:rsidRPr="00343EA3">
        <w:rPr>
          <w:b/>
          <w:spacing w:val="0"/>
        </w:rPr>
        <w:t>Lõppsätted</w:t>
      </w:r>
    </w:p>
    <w:p w14:paraId="1E729FF4"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E6F20BE"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847EF56" w14:textId="6002349A" w:rsidR="00827963" w:rsidRPr="00343EA3" w:rsidRDefault="00000000" w:rsidP="00F37FB6">
      <w:pPr>
        <w:pStyle w:val="Pealkiri21"/>
        <w:ind w:left="578" w:hanging="578"/>
        <w:jc w:val="both"/>
        <w:rPr>
          <w:spacing w:val="0"/>
        </w:rPr>
      </w:pPr>
      <w:sdt>
        <w:sdtPr>
          <w:rPr>
            <w:spacing w:val="0"/>
          </w:rPr>
          <w:id w:val="-189151537"/>
          <w:placeholder>
            <w:docPart w:val="B7E986E7EF614FB7B00D9DA7646735E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4847E0">
            <w:rPr>
              <w:spacing w:val="0"/>
            </w:rPr>
            <w:t>Leping on allkirjastatud digitaalselt.</w:t>
          </w:r>
        </w:sdtContent>
      </w:sdt>
    </w:p>
    <w:p w14:paraId="2994F49C" w14:textId="77777777" w:rsidR="00185D39" w:rsidRDefault="00185D39">
      <w:pPr>
        <w:spacing w:line="240" w:lineRule="exact"/>
        <w:jc w:val="both"/>
        <w:rPr>
          <w:b/>
          <w:spacing w:val="0"/>
        </w:rPr>
      </w:pPr>
    </w:p>
    <w:p w14:paraId="5278C855" w14:textId="77777777" w:rsidR="00BC1507" w:rsidRDefault="00FB6CBB">
      <w:pPr>
        <w:spacing w:line="240" w:lineRule="exact"/>
        <w:jc w:val="both"/>
        <w:rPr>
          <w:b/>
          <w:spacing w:val="0"/>
        </w:rPr>
      </w:pPr>
      <w:r>
        <w:rPr>
          <w:b/>
          <w:spacing w:val="0"/>
        </w:rPr>
        <w:t>Poolte andmed ja allkirjad</w:t>
      </w:r>
    </w:p>
    <w:p w14:paraId="4B0076BF" w14:textId="77777777" w:rsidR="00D523EB" w:rsidRDefault="00D523EB">
      <w:pPr>
        <w:spacing w:line="240" w:lineRule="exact"/>
        <w:jc w:val="both"/>
        <w:rPr>
          <w:b/>
          <w:spacing w:val="0"/>
        </w:rPr>
      </w:pPr>
    </w:p>
    <w:tbl>
      <w:tblPr>
        <w:tblW w:w="0" w:type="auto"/>
        <w:tblInd w:w="70" w:type="dxa"/>
        <w:tblCellMar>
          <w:left w:w="70" w:type="dxa"/>
          <w:right w:w="70" w:type="dxa"/>
        </w:tblCellMar>
        <w:tblLook w:val="0000" w:firstRow="0" w:lastRow="0" w:firstColumn="0" w:lastColumn="0" w:noHBand="0" w:noVBand="0"/>
      </w:tblPr>
      <w:tblGrid>
        <w:gridCol w:w="4499"/>
        <w:gridCol w:w="4445"/>
      </w:tblGrid>
      <w:tr w:rsidR="00D523EB" w:rsidRPr="00487EC6" w14:paraId="2898A9A0" w14:textId="77777777" w:rsidTr="00D44FC7">
        <w:trPr>
          <w:trHeight w:val="171"/>
        </w:trPr>
        <w:tc>
          <w:tcPr>
            <w:tcW w:w="4529" w:type="dxa"/>
          </w:tcPr>
          <w:p w14:paraId="646B4BEC" w14:textId="01737037" w:rsidR="00D523EB" w:rsidRPr="00487EC6" w:rsidRDefault="00D523EB" w:rsidP="00D44FC7">
            <w:pPr>
              <w:tabs>
                <w:tab w:val="left" w:pos="4320"/>
              </w:tabs>
              <w:jc w:val="both"/>
              <w:rPr>
                <w:b/>
                <w:spacing w:val="0"/>
              </w:rPr>
            </w:pPr>
            <w:r>
              <w:rPr>
                <w:b/>
                <w:spacing w:val="0"/>
              </w:rPr>
              <w:t xml:space="preserve">          </w:t>
            </w:r>
            <w:r w:rsidRPr="00487EC6">
              <w:rPr>
                <w:b/>
                <w:spacing w:val="0"/>
              </w:rPr>
              <w:t>Tellija</w:t>
            </w:r>
          </w:p>
        </w:tc>
        <w:tc>
          <w:tcPr>
            <w:tcW w:w="4473" w:type="dxa"/>
          </w:tcPr>
          <w:p w14:paraId="034C7E5F" w14:textId="77777777" w:rsidR="00D523EB" w:rsidRPr="00487EC6" w:rsidRDefault="00D523EB" w:rsidP="00D44FC7">
            <w:pPr>
              <w:tabs>
                <w:tab w:val="left" w:pos="4320"/>
              </w:tabs>
              <w:jc w:val="both"/>
              <w:rPr>
                <w:b/>
                <w:spacing w:val="0"/>
              </w:rPr>
            </w:pPr>
            <w:r w:rsidRPr="00487EC6">
              <w:rPr>
                <w:b/>
                <w:spacing w:val="0"/>
              </w:rPr>
              <w:t>Töövõtja</w:t>
            </w:r>
          </w:p>
        </w:tc>
      </w:tr>
      <w:tr w:rsidR="00D523EB" w:rsidRPr="00487EC6" w14:paraId="2E203862" w14:textId="77777777" w:rsidTr="00D44FC7">
        <w:trPr>
          <w:trHeight w:val="171"/>
        </w:trPr>
        <w:tc>
          <w:tcPr>
            <w:tcW w:w="4529" w:type="dxa"/>
          </w:tcPr>
          <w:p w14:paraId="03B031ED" w14:textId="77777777" w:rsidR="00D523EB" w:rsidRPr="00487EC6" w:rsidRDefault="00D523EB" w:rsidP="00D44FC7">
            <w:pPr>
              <w:tabs>
                <w:tab w:val="left" w:pos="4320"/>
              </w:tabs>
              <w:jc w:val="both"/>
              <w:rPr>
                <w:b/>
                <w:spacing w:val="0"/>
              </w:rPr>
            </w:pPr>
          </w:p>
        </w:tc>
        <w:tc>
          <w:tcPr>
            <w:tcW w:w="4473" w:type="dxa"/>
          </w:tcPr>
          <w:p w14:paraId="19781091" w14:textId="77777777" w:rsidR="00D523EB" w:rsidRPr="00487EC6" w:rsidRDefault="00D523EB" w:rsidP="00D44FC7">
            <w:pPr>
              <w:tabs>
                <w:tab w:val="left" w:pos="4320"/>
              </w:tabs>
              <w:jc w:val="both"/>
              <w:rPr>
                <w:b/>
                <w:spacing w:val="0"/>
              </w:rPr>
            </w:pPr>
          </w:p>
        </w:tc>
      </w:tr>
      <w:tr w:rsidR="00D523EB" w:rsidRPr="00157C80" w14:paraId="7D8DCABF" w14:textId="77777777" w:rsidTr="00D44FC7">
        <w:trPr>
          <w:trHeight w:val="171"/>
        </w:trPr>
        <w:tc>
          <w:tcPr>
            <w:tcW w:w="4529" w:type="dxa"/>
          </w:tcPr>
          <w:p w14:paraId="251FD9CD" w14:textId="77777777" w:rsidR="00D523EB" w:rsidRPr="00157C80" w:rsidRDefault="00D523EB" w:rsidP="00D44FC7">
            <w:pPr>
              <w:tabs>
                <w:tab w:val="left" w:pos="4320"/>
              </w:tabs>
              <w:jc w:val="both"/>
              <w:rPr>
                <w:b/>
                <w:spacing w:val="0"/>
              </w:rPr>
            </w:pPr>
          </w:p>
        </w:tc>
        <w:tc>
          <w:tcPr>
            <w:tcW w:w="4473" w:type="dxa"/>
          </w:tcPr>
          <w:p w14:paraId="51F34AEA" w14:textId="77777777" w:rsidR="00D523EB" w:rsidRPr="00157C80" w:rsidRDefault="00D523EB" w:rsidP="00D44FC7">
            <w:pPr>
              <w:tabs>
                <w:tab w:val="left" w:pos="4320"/>
              </w:tabs>
              <w:jc w:val="both"/>
              <w:rPr>
                <w:b/>
                <w:spacing w:val="0"/>
              </w:rPr>
            </w:pPr>
          </w:p>
        </w:tc>
      </w:tr>
    </w:tbl>
    <w:p w14:paraId="43A7F620" w14:textId="77777777" w:rsidR="00D523EB" w:rsidRPr="00157C80" w:rsidRDefault="00D523EB" w:rsidP="00D523EB">
      <w:pPr>
        <w:tabs>
          <w:tab w:val="left" w:pos="4320"/>
        </w:tabs>
        <w:jc w:val="both"/>
        <w:rPr>
          <w:spacing w:val="0"/>
        </w:rPr>
      </w:pPr>
      <w:r w:rsidRPr="00157C80">
        <w:rPr>
          <w:spacing w:val="0"/>
        </w:rPr>
        <w:t>Riigimetsa Majandamise Keskus</w:t>
      </w:r>
      <w:r w:rsidRPr="00157C80">
        <w:rPr>
          <w:spacing w:val="0"/>
        </w:rPr>
        <w:tab/>
        <w:t>RMK-Invest OÜ</w:t>
      </w:r>
    </w:p>
    <w:p w14:paraId="1D9A0377" w14:textId="77777777" w:rsidR="00D523EB" w:rsidRPr="00157C80" w:rsidRDefault="00D523EB" w:rsidP="00D523EB">
      <w:pPr>
        <w:tabs>
          <w:tab w:val="left" w:pos="4320"/>
        </w:tabs>
        <w:jc w:val="both"/>
        <w:rPr>
          <w:spacing w:val="0"/>
        </w:rPr>
      </w:pPr>
      <w:r w:rsidRPr="00157C80">
        <w:rPr>
          <w:spacing w:val="0"/>
        </w:rPr>
        <w:t>Registrikood 70004459</w:t>
      </w:r>
      <w:r w:rsidRPr="00157C80">
        <w:rPr>
          <w:spacing w:val="0"/>
        </w:rPr>
        <w:tab/>
        <w:t>Registrikood 12821624</w:t>
      </w:r>
    </w:p>
    <w:p w14:paraId="3883BDE7" w14:textId="77777777" w:rsidR="00D523EB" w:rsidRPr="00157C80" w:rsidRDefault="00D523EB" w:rsidP="00D523EB">
      <w:pPr>
        <w:tabs>
          <w:tab w:val="left" w:pos="4320"/>
        </w:tabs>
        <w:jc w:val="both"/>
        <w:rPr>
          <w:spacing w:val="0"/>
        </w:rPr>
      </w:pPr>
      <w:r>
        <w:rPr>
          <w:spacing w:val="0"/>
        </w:rPr>
        <w:t xml:space="preserve">Mõisa/3, </w:t>
      </w:r>
      <w:proofErr w:type="spellStart"/>
      <w:r w:rsidRPr="00157C80">
        <w:rPr>
          <w:spacing w:val="0"/>
        </w:rPr>
        <w:t>Sagadi</w:t>
      </w:r>
      <w:proofErr w:type="spellEnd"/>
      <w:r w:rsidRPr="00157C80">
        <w:rPr>
          <w:spacing w:val="0"/>
        </w:rPr>
        <w:t xml:space="preserve"> küla, Haljala vald,</w:t>
      </w:r>
      <w:r w:rsidRPr="00157C80">
        <w:rPr>
          <w:spacing w:val="0"/>
        </w:rPr>
        <w:tab/>
        <w:t xml:space="preserve">Harju maakond, Kose vald, Oru küla, </w:t>
      </w:r>
      <w:proofErr w:type="spellStart"/>
      <w:r w:rsidRPr="00157C80">
        <w:rPr>
          <w:spacing w:val="0"/>
        </w:rPr>
        <w:t>Reinvaldi</w:t>
      </w:r>
      <w:proofErr w:type="spellEnd"/>
    </w:p>
    <w:p w14:paraId="3119204F" w14:textId="77777777" w:rsidR="00D523EB" w:rsidRPr="00157C80" w:rsidRDefault="00D523EB" w:rsidP="00D523EB">
      <w:pPr>
        <w:tabs>
          <w:tab w:val="left" w:pos="4320"/>
        </w:tabs>
        <w:jc w:val="both"/>
        <w:rPr>
          <w:spacing w:val="0"/>
        </w:rPr>
      </w:pPr>
      <w:r w:rsidRPr="00157C80">
        <w:rPr>
          <w:spacing w:val="0"/>
        </w:rPr>
        <w:t>45403 Lääne-Viru maakond</w:t>
      </w:r>
      <w:r w:rsidRPr="00157C80">
        <w:rPr>
          <w:spacing w:val="0"/>
        </w:rPr>
        <w:tab/>
        <w:t>Tel 53420822</w:t>
      </w:r>
    </w:p>
    <w:p w14:paraId="2BF944ED" w14:textId="77777777" w:rsidR="00D523EB" w:rsidRPr="00157C80" w:rsidRDefault="00D523EB" w:rsidP="00D523EB">
      <w:pPr>
        <w:tabs>
          <w:tab w:val="left" w:pos="4320"/>
        </w:tabs>
        <w:jc w:val="both"/>
        <w:rPr>
          <w:spacing w:val="0"/>
        </w:rPr>
      </w:pPr>
      <w:r w:rsidRPr="00157C80">
        <w:rPr>
          <w:spacing w:val="0"/>
        </w:rPr>
        <w:t>Tel 676 7500</w:t>
      </w:r>
      <w:r w:rsidRPr="00157C80">
        <w:rPr>
          <w:spacing w:val="0"/>
        </w:rPr>
        <w:tab/>
        <w:t>E-post runno@rmk-invest.ee</w:t>
      </w:r>
    </w:p>
    <w:p w14:paraId="14D603DA" w14:textId="77777777" w:rsidR="00D523EB" w:rsidRPr="00157C80" w:rsidRDefault="00D523EB" w:rsidP="00D523EB">
      <w:pPr>
        <w:tabs>
          <w:tab w:val="left" w:pos="4320"/>
        </w:tabs>
        <w:jc w:val="both"/>
        <w:rPr>
          <w:spacing w:val="0"/>
        </w:rPr>
      </w:pPr>
      <w:r w:rsidRPr="00157C80">
        <w:rPr>
          <w:spacing w:val="0"/>
        </w:rPr>
        <w:t>E-post rmk@rmk.ee</w:t>
      </w:r>
      <w:r w:rsidRPr="00157C80">
        <w:rPr>
          <w:spacing w:val="0"/>
        </w:rPr>
        <w:tab/>
      </w:r>
    </w:p>
    <w:p w14:paraId="715E8E2B" w14:textId="77777777" w:rsidR="00D523EB" w:rsidRPr="00157C80" w:rsidRDefault="00D523EB" w:rsidP="00D523EB">
      <w:pPr>
        <w:tabs>
          <w:tab w:val="left" w:pos="4320"/>
        </w:tabs>
        <w:jc w:val="both"/>
        <w:rPr>
          <w:spacing w:val="0"/>
        </w:rPr>
      </w:pPr>
      <w:r w:rsidRPr="00157C80">
        <w:rPr>
          <w:spacing w:val="0"/>
        </w:rPr>
        <w:tab/>
      </w:r>
    </w:p>
    <w:p w14:paraId="53810EDE" w14:textId="77777777" w:rsidR="00D523EB" w:rsidRPr="00157C80" w:rsidRDefault="00D523EB" w:rsidP="00D523EB">
      <w:pPr>
        <w:tabs>
          <w:tab w:val="left" w:pos="4320"/>
        </w:tabs>
        <w:jc w:val="both"/>
        <w:rPr>
          <w:spacing w:val="0"/>
        </w:rPr>
      </w:pPr>
      <w:r w:rsidRPr="00157C80">
        <w:rPr>
          <w:spacing w:val="0"/>
        </w:rPr>
        <w:t>(allkirjastatud digitaalselt)                             (allkirjastatud digitaalselt)</w:t>
      </w:r>
      <w:r w:rsidRPr="00157C80">
        <w:rPr>
          <w:spacing w:val="0"/>
        </w:rPr>
        <w:cr/>
      </w:r>
    </w:p>
    <w:p w14:paraId="19242F3F" w14:textId="77777777" w:rsidR="00D523EB" w:rsidRPr="00157C80" w:rsidRDefault="00D523EB" w:rsidP="00D523EB">
      <w:pPr>
        <w:tabs>
          <w:tab w:val="left" w:pos="4320"/>
        </w:tabs>
        <w:jc w:val="both"/>
        <w:rPr>
          <w:spacing w:val="0"/>
        </w:rPr>
      </w:pPr>
      <w:r w:rsidRPr="00157C80">
        <w:rPr>
          <w:spacing w:val="0"/>
        </w:rPr>
        <w:tab/>
      </w:r>
    </w:p>
    <w:p w14:paraId="1C353A23" w14:textId="77777777" w:rsidR="00D523EB" w:rsidRPr="00157C80" w:rsidRDefault="00D523EB" w:rsidP="00D523EB">
      <w:pPr>
        <w:tabs>
          <w:tab w:val="left" w:pos="4320"/>
        </w:tabs>
        <w:jc w:val="both"/>
        <w:rPr>
          <w:spacing w:val="0"/>
        </w:rPr>
      </w:pPr>
      <w:r w:rsidRPr="00157C80">
        <w:rPr>
          <w:spacing w:val="0"/>
        </w:rPr>
        <w:tab/>
      </w:r>
    </w:p>
    <w:p w14:paraId="410417AC" w14:textId="5B139A5D" w:rsidR="00D523EB" w:rsidRPr="00157C80" w:rsidRDefault="00D523EB" w:rsidP="00D523EB">
      <w:pPr>
        <w:tabs>
          <w:tab w:val="left" w:pos="4320"/>
        </w:tabs>
        <w:jc w:val="both"/>
        <w:rPr>
          <w:spacing w:val="0"/>
        </w:rPr>
      </w:pPr>
      <w:r>
        <w:rPr>
          <w:spacing w:val="0"/>
        </w:rPr>
        <w:t>Heinar Juuse</w:t>
      </w:r>
      <w:r w:rsidRPr="00157C80">
        <w:rPr>
          <w:spacing w:val="0"/>
        </w:rPr>
        <w:tab/>
        <w:t>Rünno Hiietam</w:t>
      </w:r>
    </w:p>
    <w:p w14:paraId="65C12D0B" w14:textId="77777777" w:rsidR="00D523EB" w:rsidRPr="008C4BE6" w:rsidRDefault="00D523EB">
      <w:pPr>
        <w:spacing w:line="240" w:lineRule="exact"/>
        <w:jc w:val="both"/>
        <w:rPr>
          <w:b/>
          <w:spacing w:val="0"/>
        </w:rPr>
      </w:pPr>
    </w:p>
    <w:p w14:paraId="7EAA3F8A"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07"/>
      </w:tblGrid>
      <w:tr w:rsidR="00D523EB" w14:paraId="4672874C" w14:textId="77777777" w:rsidTr="00787786">
        <w:tc>
          <w:tcPr>
            <w:tcW w:w="4502" w:type="dxa"/>
          </w:tcPr>
          <w:p w14:paraId="64548917" w14:textId="58F47A22" w:rsidR="00D523EB" w:rsidRPr="00787786" w:rsidRDefault="00D523EB" w:rsidP="00D523EB">
            <w:pPr>
              <w:pStyle w:val="Heading2"/>
              <w:rPr>
                <w:i w:val="0"/>
              </w:rPr>
            </w:pPr>
          </w:p>
        </w:tc>
        <w:tc>
          <w:tcPr>
            <w:tcW w:w="4502" w:type="dxa"/>
          </w:tcPr>
          <w:p w14:paraId="1A1C3038" w14:textId="35FE629D" w:rsidR="00D523EB" w:rsidRPr="00787786" w:rsidRDefault="00D523EB" w:rsidP="00D523EB">
            <w:pPr>
              <w:pStyle w:val="Heading2"/>
              <w:rPr>
                <w:b/>
                <w:i w:val="0"/>
              </w:rPr>
            </w:pPr>
          </w:p>
        </w:tc>
      </w:tr>
      <w:tr w:rsidR="00D523EB" w14:paraId="6385C148" w14:textId="77777777" w:rsidTr="00787786">
        <w:tc>
          <w:tcPr>
            <w:tcW w:w="4502" w:type="dxa"/>
          </w:tcPr>
          <w:p w14:paraId="32BD35DE" w14:textId="790BE8F2" w:rsidR="00D523EB" w:rsidRPr="00787786" w:rsidRDefault="00D523EB" w:rsidP="00D523EB">
            <w:pPr>
              <w:pStyle w:val="Heading2"/>
              <w:rPr>
                <w:b/>
                <w:i w:val="0"/>
              </w:rPr>
            </w:pPr>
          </w:p>
        </w:tc>
        <w:tc>
          <w:tcPr>
            <w:tcW w:w="4502" w:type="dxa"/>
          </w:tcPr>
          <w:p w14:paraId="1FC85586" w14:textId="024A5783" w:rsidR="00D523EB" w:rsidRPr="00787786" w:rsidRDefault="00D523EB" w:rsidP="00D523EB">
            <w:pPr>
              <w:pStyle w:val="Heading2"/>
              <w:rPr>
                <w:b/>
                <w:i w:val="0"/>
              </w:rPr>
            </w:pPr>
          </w:p>
        </w:tc>
      </w:tr>
      <w:tr w:rsidR="00D523EB" w14:paraId="25E5AAAD" w14:textId="77777777" w:rsidTr="00787786">
        <w:tc>
          <w:tcPr>
            <w:tcW w:w="4502" w:type="dxa"/>
          </w:tcPr>
          <w:p w14:paraId="1D54CB90" w14:textId="54434648" w:rsidR="00D523EB" w:rsidRPr="00787786" w:rsidRDefault="00D523EB" w:rsidP="00D523EB">
            <w:pPr>
              <w:tabs>
                <w:tab w:val="left" w:pos="4320"/>
              </w:tabs>
              <w:jc w:val="both"/>
              <w:rPr>
                <w:spacing w:val="0"/>
              </w:rPr>
            </w:pPr>
          </w:p>
        </w:tc>
        <w:tc>
          <w:tcPr>
            <w:tcW w:w="4502" w:type="dxa"/>
          </w:tcPr>
          <w:p w14:paraId="59121613" w14:textId="33EC10B9" w:rsidR="00D523EB" w:rsidRPr="00913299" w:rsidRDefault="00D523EB" w:rsidP="00D523EB">
            <w:pPr>
              <w:pStyle w:val="Heading2"/>
              <w:rPr>
                <w:i w:val="0"/>
              </w:rPr>
            </w:pPr>
          </w:p>
        </w:tc>
      </w:tr>
      <w:tr w:rsidR="00D523EB" w14:paraId="0F32BEE4" w14:textId="77777777" w:rsidTr="00787786">
        <w:tc>
          <w:tcPr>
            <w:tcW w:w="4502" w:type="dxa"/>
          </w:tcPr>
          <w:p w14:paraId="76D1652B" w14:textId="5216EB07" w:rsidR="00D523EB" w:rsidRPr="00787786" w:rsidRDefault="00D523EB" w:rsidP="00D523EB">
            <w:pPr>
              <w:tabs>
                <w:tab w:val="left" w:pos="4320"/>
              </w:tabs>
              <w:jc w:val="both"/>
              <w:rPr>
                <w:spacing w:val="0"/>
              </w:rPr>
            </w:pPr>
          </w:p>
        </w:tc>
        <w:tc>
          <w:tcPr>
            <w:tcW w:w="4502" w:type="dxa"/>
          </w:tcPr>
          <w:p w14:paraId="5A2316E9" w14:textId="277BC3E5" w:rsidR="00D523EB" w:rsidRPr="00913299" w:rsidRDefault="00D523EB" w:rsidP="00D523EB">
            <w:pPr>
              <w:pStyle w:val="Heading2"/>
              <w:rPr>
                <w:i w:val="0"/>
              </w:rPr>
            </w:pPr>
          </w:p>
        </w:tc>
      </w:tr>
      <w:tr w:rsidR="00D523EB" w14:paraId="4800DE4A" w14:textId="77777777" w:rsidTr="00787786">
        <w:tc>
          <w:tcPr>
            <w:tcW w:w="4502" w:type="dxa"/>
          </w:tcPr>
          <w:p w14:paraId="28D1E6EE" w14:textId="543E1D56" w:rsidR="00D523EB" w:rsidRPr="00972864" w:rsidRDefault="00000000" w:rsidP="00D523EB">
            <w:pPr>
              <w:pStyle w:val="Heading2"/>
              <w:rPr>
                <w:i w:val="0"/>
              </w:rPr>
            </w:pPr>
            <w:r>
              <w:rPr>
                <w:b/>
                <w:iCs w:val="0"/>
              </w:rPr>
              <w:pict w14:anchorId="39177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207pt">
                  <v:imagedata r:id="rId7" o:title=""/>
                </v:shape>
              </w:pict>
            </w:r>
          </w:p>
        </w:tc>
        <w:tc>
          <w:tcPr>
            <w:tcW w:w="4502" w:type="dxa"/>
          </w:tcPr>
          <w:p w14:paraId="1794F17C" w14:textId="385B8359" w:rsidR="00D523EB" w:rsidRPr="00913299" w:rsidRDefault="00000000" w:rsidP="00D523EB">
            <w:pPr>
              <w:pStyle w:val="Heading2"/>
              <w:rPr>
                <w:i w:val="0"/>
              </w:rPr>
            </w:pPr>
            <w:r>
              <w:rPr>
                <w:b/>
                <w:iCs w:val="0"/>
              </w:rPr>
              <w:pict w14:anchorId="415A181A">
                <v:shape id="_x0000_i1026" type="#_x0000_t75" style="width:453.6pt;height:207pt">
                  <v:imagedata r:id="rId7" o:title=""/>
                </v:shape>
              </w:pict>
            </w:r>
          </w:p>
        </w:tc>
      </w:tr>
      <w:tr w:rsidR="00D523EB" w14:paraId="2C54BEF1" w14:textId="77777777" w:rsidTr="00787786">
        <w:tc>
          <w:tcPr>
            <w:tcW w:w="4502" w:type="dxa"/>
          </w:tcPr>
          <w:p w14:paraId="645C9838" w14:textId="6F2587A3" w:rsidR="00D523EB" w:rsidRPr="00972864" w:rsidRDefault="00000000" w:rsidP="00D523EB">
            <w:pPr>
              <w:pStyle w:val="Heading2"/>
              <w:rPr>
                <w:i w:val="0"/>
              </w:rPr>
            </w:pPr>
            <w:r>
              <w:rPr>
                <w:b/>
                <w:iCs w:val="0"/>
              </w:rPr>
              <w:pict w14:anchorId="6885C6B9">
                <v:shape id="_x0000_i1027" type="#_x0000_t75" style="width:453.6pt;height:207pt">
                  <v:imagedata r:id="rId7" o:title=""/>
                </v:shape>
              </w:pict>
            </w:r>
          </w:p>
        </w:tc>
        <w:tc>
          <w:tcPr>
            <w:tcW w:w="4502" w:type="dxa"/>
          </w:tcPr>
          <w:p w14:paraId="4F48864B" w14:textId="355108AC" w:rsidR="00D523EB" w:rsidRPr="00913299" w:rsidRDefault="00000000" w:rsidP="00D523EB">
            <w:pPr>
              <w:pStyle w:val="Heading2"/>
              <w:rPr>
                <w:i w:val="0"/>
              </w:rPr>
            </w:pPr>
            <w:r>
              <w:rPr>
                <w:b/>
                <w:iCs w:val="0"/>
              </w:rPr>
              <w:pict w14:anchorId="6375B296">
                <v:shape id="_x0000_i1028" type="#_x0000_t75" style="width:453.6pt;height:207pt">
                  <v:imagedata r:id="rId7" o:title=""/>
                </v:shape>
              </w:pict>
            </w:r>
          </w:p>
        </w:tc>
      </w:tr>
      <w:tr w:rsidR="00D523EB" w14:paraId="587E9467" w14:textId="77777777" w:rsidTr="00787786">
        <w:tc>
          <w:tcPr>
            <w:tcW w:w="4502" w:type="dxa"/>
          </w:tcPr>
          <w:p w14:paraId="4A2DF945" w14:textId="5DDF726B" w:rsidR="00D523EB" w:rsidRPr="00787786" w:rsidRDefault="00000000" w:rsidP="00D523EB">
            <w:pPr>
              <w:pStyle w:val="Heading2"/>
              <w:rPr>
                <w:i w:val="0"/>
              </w:rPr>
            </w:pPr>
            <w:r>
              <w:rPr>
                <w:b/>
                <w:iCs w:val="0"/>
              </w:rPr>
              <w:pict w14:anchorId="36B521D3">
                <v:shape id="_x0000_i1029" type="#_x0000_t75" style="width:453.6pt;height:207pt">
                  <v:imagedata r:id="rId7" o:title=""/>
                </v:shape>
              </w:pict>
            </w:r>
          </w:p>
        </w:tc>
        <w:tc>
          <w:tcPr>
            <w:tcW w:w="4502" w:type="dxa"/>
          </w:tcPr>
          <w:p w14:paraId="60C09E1C" w14:textId="0AA6D73F" w:rsidR="00D523EB" w:rsidRPr="00913299" w:rsidRDefault="00000000" w:rsidP="00D523EB">
            <w:pPr>
              <w:pStyle w:val="Heading2"/>
              <w:rPr>
                <w:i w:val="0"/>
              </w:rPr>
            </w:pPr>
            <w:r>
              <w:rPr>
                <w:b/>
                <w:iCs w:val="0"/>
              </w:rPr>
              <w:pict w14:anchorId="5A911386">
                <v:shape id="_x0000_i1030" type="#_x0000_t75" style="width:453.6pt;height:207pt">
                  <v:imagedata r:id="rId7" o:title=""/>
                </v:shape>
              </w:pict>
            </w:r>
          </w:p>
        </w:tc>
      </w:tr>
      <w:tr w:rsidR="00D523EB" w14:paraId="60049ABA" w14:textId="77777777" w:rsidTr="00787786">
        <w:tc>
          <w:tcPr>
            <w:tcW w:w="4502" w:type="dxa"/>
          </w:tcPr>
          <w:p w14:paraId="0B101368" w14:textId="76F61EBF" w:rsidR="00D523EB" w:rsidRPr="00787786" w:rsidRDefault="00000000" w:rsidP="00D523EB">
            <w:pPr>
              <w:pStyle w:val="Heading2"/>
              <w:rPr>
                <w:i w:val="0"/>
              </w:rPr>
            </w:pPr>
            <w:r>
              <w:rPr>
                <w:b/>
                <w:iCs w:val="0"/>
              </w:rPr>
              <w:pict w14:anchorId="79C0DD48">
                <v:shape id="_x0000_i1031" type="#_x0000_t75" style="width:453.6pt;height:207pt">
                  <v:imagedata r:id="rId7" o:title=""/>
                </v:shape>
              </w:pict>
            </w:r>
          </w:p>
        </w:tc>
        <w:tc>
          <w:tcPr>
            <w:tcW w:w="4502" w:type="dxa"/>
          </w:tcPr>
          <w:p w14:paraId="02C5240C" w14:textId="2FBBB300" w:rsidR="00D523EB" w:rsidRPr="00787786" w:rsidRDefault="00000000" w:rsidP="00D523EB">
            <w:pPr>
              <w:pStyle w:val="Heading2"/>
              <w:rPr>
                <w:i w:val="0"/>
              </w:rPr>
            </w:pPr>
            <w:r>
              <w:rPr>
                <w:b/>
                <w:iCs w:val="0"/>
              </w:rPr>
              <w:pict w14:anchorId="3D9C497A">
                <v:shape id="_x0000_i1032" type="#_x0000_t75" style="width:453.6pt;height:207pt">
                  <v:imagedata r:id="rId7" o:title=""/>
                </v:shape>
              </w:pict>
            </w:r>
          </w:p>
        </w:tc>
      </w:tr>
      <w:tr w:rsidR="00D523EB" w14:paraId="5E0499BB" w14:textId="77777777" w:rsidTr="00787786">
        <w:trPr>
          <w:trHeight w:val="70"/>
        </w:trPr>
        <w:tc>
          <w:tcPr>
            <w:tcW w:w="4502" w:type="dxa"/>
          </w:tcPr>
          <w:p w14:paraId="2BB0BE85" w14:textId="20CA6B70" w:rsidR="00D523EB" w:rsidRPr="00787786" w:rsidRDefault="00000000" w:rsidP="00D523EB">
            <w:pPr>
              <w:pStyle w:val="Heading2"/>
              <w:rPr>
                <w:i w:val="0"/>
              </w:rPr>
            </w:pPr>
            <w:r>
              <w:rPr>
                <w:b/>
                <w:iCs w:val="0"/>
              </w:rPr>
              <w:pict w14:anchorId="5B066E83">
                <v:shape id="_x0000_i1033" type="#_x0000_t75" style="width:453.6pt;height:207pt">
                  <v:imagedata r:id="rId7" o:title=""/>
                </v:shape>
              </w:pict>
            </w:r>
          </w:p>
        </w:tc>
        <w:tc>
          <w:tcPr>
            <w:tcW w:w="4502" w:type="dxa"/>
          </w:tcPr>
          <w:p w14:paraId="3689C2D8" w14:textId="6EA06BCA" w:rsidR="00D523EB" w:rsidRPr="00787786" w:rsidRDefault="00000000" w:rsidP="00D523EB">
            <w:pPr>
              <w:pStyle w:val="Heading2"/>
              <w:rPr>
                <w:i w:val="0"/>
              </w:rPr>
            </w:pPr>
            <w:r>
              <w:rPr>
                <w:b/>
                <w:iCs w:val="0"/>
              </w:rPr>
              <w:pict w14:anchorId="4ECECD22">
                <v:shape id="_x0000_i1034" type="#_x0000_t75" style="width:453.6pt;height:207pt">
                  <v:imagedata r:id="rId7" o:title=""/>
                </v:shape>
              </w:pict>
            </w:r>
          </w:p>
        </w:tc>
      </w:tr>
      <w:tr w:rsidR="00D523EB" w14:paraId="48E8ACB6" w14:textId="77777777" w:rsidTr="00787786">
        <w:trPr>
          <w:trHeight w:val="70"/>
        </w:trPr>
        <w:tc>
          <w:tcPr>
            <w:tcW w:w="4502" w:type="dxa"/>
          </w:tcPr>
          <w:p w14:paraId="718A7CCA" w14:textId="40905287" w:rsidR="00D523EB" w:rsidRPr="00787786" w:rsidRDefault="00000000" w:rsidP="00D523EB">
            <w:pPr>
              <w:pStyle w:val="Heading2"/>
              <w:rPr>
                <w:i w:val="0"/>
              </w:rPr>
            </w:pPr>
            <w:r>
              <w:rPr>
                <w:b/>
                <w:iCs w:val="0"/>
              </w:rPr>
              <w:pict w14:anchorId="5B96BAFD">
                <v:shape id="_x0000_i1035" type="#_x0000_t75" style="width:453.6pt;height:207pt">
                  <v:imagedata r:id="rId7" o:title=""/>
                </v:shape>
              </w:pict>
            </w:r>
          </w:p>
        </w:tc>
        <w:tc>
          <w:tcPr>
            <w:tcW w:w="4502" w:type="dxa"/>
          </w:tcPr>
          <w:p w14:paraId="68E233C3" w14:textId="12D8DCEC" w:rsidR="00D523EB" w:rsidRPr="00787786" w:rsidRDefault="00000000" w:rsidP="00D523EB">
            <w:pPr>
              <w:pStyle w:val="Heading2"/>
              <w:rPr>
                <w:i w:val="0"/>
              </w:rPr>
            </w:pPr>
            <w:r>
              <w:rPr>
                <w:b/>
                <w:iCs w:val="0"/>
              </w:rPr>
              <w:pict w14:anchorId="01AE32A0">
                <v:shape id="_x0000_i1036" type="#_x0000_t75" style="width:453.6pt;height:207pt">
                  <v:imagedata r:id="rId7" o:title=""/>
                </v:shape>
              </w:pict>
            </w:r>
          </w:p>
        </w:tc>
      </w:tr>
      <w:tr w:rsidR="00D523EB" w14:paraId="12E9BF81" w14:textId="77777777" w:rsidTr="00787786">
        <w:trPr>
          <w:trHeight w:val="70"/>
        </w:trPr>
        <w:tc>
          <w:tcPr>
            <w:tcW w:w="4502" w:type="dxa"/>
          </w:tcPr>
          <w:p w14:paraId="21369909" w14:textId="4AE2D753" w:rsidR="00D523EB" w:rsidRPr="00787786" w:rsidRDefault="00000000" w:rsidP="00D523EB">
            <w:pPr>
              <w:pStyle w:val="Heading2"/>
              <w:rPr>
                <w:i w:val="0"/>
              </w:rPr>
            </w:pPr>
            <w:r>
              <w:rPr>
                <w:b/>
                <w:iCs w:val="0"/>
              </w:rPr>
              <w:pict w14:anchorId="7BBADDFB">
                <v:shape id="_x0000_i1037" type="#_x0000_t75" style="width:453.6pt;height:207pt">
                  <v:imagedata r:id="rId7" o:title=""/>
                </v:shape>
              </w:pict>
            </w:r>
          </w:p>
        </w:tc>
        <w:tc>
          <w:tcPr>
            <w:tcW w:w="4502" w:type="dxa"/>
          </w:tcPr>
          <w:p w14:paraId="4699BCB8" w14:textId="2CAFFC08" w:rsidR="00D523EB" w:rsidRPr="00787786" w:rsidRDefault="00000000" w:rsidP="00D523EB">
            <w:pPr>
              <w:pStyle w:val="Heading2"/>
              <w:rPr>
                <w:i w:val="0"/>
              </w:rPr>
            </w:pPr>
            <w:r>
              <w:rPr>
                <w:b/>
                <w:iCs w:val="0"/>
              </w:rPr>
              <w:pict w14:anchorId="24A01770">
                <v:shape id="_x0000_i1038" type="#_x0000_t75" style="width:453.6pt;height:207pt">
                  <v:imagedata r:id="rId7" o:title=""/>
                </v:shape>
              </w:pict>
            </w:r>
          </w:p>
        </w:tc>
      </w:tr>
      <w:tr w:rsidR="00D523EB" w14:paraId="65641178" w14:textId="77777777" w:rsidTr="00787786">
        <w:trPr>
          <w:trHeight w:val="70"/>
        </w:trPr>
        <w:tc>
          <w:tcPr>
            <w:tcW w:w="4502" w:type="dxa"/>
          </w:tcPr>
          <w:p w14:paraId="2C64777B" w14:textId="63AC2352" w:rsidR="00D523EB" w:rsidRPr="00787786" w:rsidRDefault="00000000" w:rsidP="00D523EB">
            <w:pPr>
              <w:pStyle w:val="Heading2"/>
              <w:rPr>
                <w:i w:val="0"/>
              </w:rPr>
            </w:pPr>
            <w:r>
              <w:rPr>
                <w:b/>
                <w:iCs w:val="0"/>
              </w:rPr>
              <w:pict w14:anchorId="7B6B6FC7">
                <v:shape id="_x0000_i1039" type="#_x0000_t75" style="width:453.6pt;height:207pt">
                  <v:imagedata r:id="rId7" o:title=""/>
                </v:shape>
              </w:pict>
            </w:r>
          </w:p>
        </w:tc>
        <w:tc>
          <w:tcPr>
            <w:tcW w:w="4502" w:type="dxa"/>
          </w:tcPr>
          <w:p w14:paraId="25486554" w14:textId="0768010F" w:rsidR="00D523EB" w:rsidRPr="00787786" w:rsidRDefault="00000000" w:rsidP="00D523EB">
            <w:pPr>
              <w:pStyle w:val="Heading2"/>
              <w:rPr>
                <w:i w:val="0"/>
              </w:rPr>
            </w:pPr>
            <w:r>
              <w:rPr>
                <w:b/>
                <w:iCs w:val="0"/>
              </w:rPr>
              <w:pict w14:anchorId="7664784C">
                <v:shape id="_x0000_i1040" type="#_x0000_t75" style="width:453.6pt;height:207pt">
                  <v:imagedata r:id="rId7" o:title=""/>
                </v:shape>
              </w:pict>
            </w:r>
          </w:p>
        </w:tc>
      </w:tr>
      <w:tr w:rsidR="00D523EB" w14:paraId="11FF8F65" w14:textId="77777777" w:rsidTr="00787786">
        <w:trPr>
          <w:trHeight w:val="70"/>
        </w:trPr>
        <w:tc>
          <w:tcPr>
            <w:tcW w:w="4502" w:type="dxa"/>
          </w:tcPr>
          <w:p w14:paraId="4AFF0D26" w14:textId="1E69ECFC" w:rsidR="00D523EB" w:rsidRPr="00787786" w:rsidRDefault="00000000" w:rsidP="00D523EB">
            <w:pPr>
              <w:pStyle w:val="Heading2"/>
              <w:rPr>
                <w:i w:val="0"/>
              </w:rPr>
            </w:pPr>
            <w:r>
              <w:rPr>
                <w:b/>
                <w:iCs w:val="0"/>
              </w:rPr>
              <w:pict w14:anchorId="26798181">
                <v:shape id="_x0000_i1041" type="#_x0000_t75" style="width:453.6pt;height:207pt">
                  <v:imagedata r:id="rId7" o:title=""/>
                </v:shape>
              </w:pict>
            </w:r>
          </w:p>
        </w:tc>
        <w:tc>
          <w:tcPr>
            <w:tcW w:w="4502" w:type="dxa"/>
          </w:tcPr>
          <w:p w14:paraId="35A83B81" w14:textId="5983FEBF" w:rsidR="00D523EB" w:rsidRPr="00787786" w:rsidRDefault="00000000" w:rsidP="00D523EB">
            <w:pPr>
              <w:pStyle w:val="Heading2"/>
              <w:rPr>
                <w:i w:val="0"/>
              </w:rPr>
            </w:pPr>
            <w:r>
              <w:rPr>
                <w:b/>
                <w:iCs w:val="0"/>
              </w:rPr>
              <w:pict w14:anchorId="02D5A768">
                <v:shape id="_x0000_i1042" type="#_x0000_t75" style="width:453.6pt;height:207pt">
                  <v:imagedata r:id="rId7" o:title=""/>
                </v:shape>
              </w:pict>
            </w:r>
          </w:p>
        </w:tc>
      </w:tr>
    </w:tbl>
    <w:p w14:paraId="142CCCC4" w14:textId="21877653" w:rsidR="00BC1507" w:rsidRDefault="00BC1507">
      <w:pPr>
        <w:pStyle w:val="Heading2"/>
      </w:pPr>
    </w:p>
    <w:p w14:paraId="64D31795" w14:textId="035F46A6" w:rsidR="00EF43D9" w:rsidRDefault="00EF43D9" w:rsidP="00EF43D9"/>
    <w:p w14:paraId="7925EE39" w14:textId="5F38E712" w:rsidR="00EF43D9" w:rsidRPr="00EF43D9" w:rsidRDefault="00EF43D9" w:rsidP="00EF43D9"/>
    <w:sectPr w:rsidR="00EF43D9" w:rsidRPr="00EF43D9" w:rsidSect="00AE1EC3">
      <w:headerReference w:type="even" r:id="rId8"/>
      <w:headerReference w:type="defaul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2FE27" w14:textId="77777777" w:rsidR="00497786" w:rsidRDefault="00497786">
      <w:r>
        <w:separator/>
      </w:r>
    </w:p>
  </w:endnote>
  <w:endnote w:type="continuationSeparator" w:id="0">
    <w:p w14:paraId="433697F6" w14:textId="77777777" w:rsidR="00497786" w:rsidRDefault="0049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1156C" w14:textId="77777777" w:rsidR="00497786" w:rsidRDefault="00497786">
      <w:r>
        <w:separator/>
      </w:r>
    </w:p>
  </w:footnote>
  <w:footnote w:type="continuationSeparator" w:id="0">
    <w:p w14:paraId="084CAECB" w14:textId="77777777" w:rsidR="00497786" w:rsidRDefault="00497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F77C3"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23D6B"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F3E37" w14:textId="71082B2B"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279DE">
      <w:rPr>
        <w:rStyle w:val="PageNumber"/>
        <w:noProof/>
      </w:rPr>
      <w:t>3</w:t>
    </w:r>
    <w:r>
      <w:rPr>
        <w:rStyle w:val="PageNumber"/>
      </w:rPr>
      <w:fldChar w:fldCharType="end"/>
    </w:r>
  </w:p>
  <w:p w14:paraId="06A2B401"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430247174">
    <w:abstractNumId w:val="0"/>
  </w:num>
  <w:num w:numId="2" w16cid:durableId="903369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AU" w:vendorID="64" w:dllVersion="6" w:nlCheck="1" w:checkStyle="1"/>
  <w:activeWritingStyle w:appName="MSWord" w:lang="fi-FI"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C20"/>
    <w:rsid w:val="000121D0"/>
    <w:rsid w:val="00021C80"/>
    <w:rsid w:val="00025B15"/>
    <w:rsid w:val="000414C4"/>
    <w:rsid w:val="000577C6"/>
    <w:rsid w:val="000A2CE1"/>
    <w:rsid w:val="000F1381"/>
    <w:rsid w:val="001031C6"/>
    <w:rsid w:val="00134F26"/>
    <w:rsid w:val="0014515F"/>
    <w:rsid w:val="001472CB"/>
    <w:rsid w:val="00155EBB"/>
    <w:rsid w:val="00156D0F"/>
    <w:rsid w:val="001613F5"/>
    <w:rsid w:val="001840F4"/>
    <w:rsid w:val="00185D39"/>
    <w:rsid w:val="001A4642"/>
    <w:rsid w:val="001E5BB6"/>
    <w:rsid w:val="00210C3A"/>
    <w:rsid w:val="002366E4"/>
    <w:rsid w:val="00236EB4"/>
    <w:rsid w:val="00264F32"/>
    <w:rsid w:val="00270B88"/>
    <w:rsid w:val="0027393D"/>
    <w:rsid w:val="0028022B"/>
    <w:rsid w:val="00283C40"/>
    <w:rsid w:val="00284FA1"/>
    <w:rsid w:val="002A0E15"/>
    <w:rsid w:val="002A56A7"/>
    <w:rsid w:val="002A577A"/>
    <w:rsid w:val="002C3146"/>
    <w:rsid w:val="002E6556"/>
    <w:rsid w:val="002F18C0"/>
    <w:rsid w:val="0030026D"/>
    <w:rsid w:val="0030765D"/>
    <w:rsid w:val="003219D8"/>
    <w:rsid w:val="00321F73"/>
    <w:rsid w:val="00330514"/>
    <w:rsid w:val="00332900"/>
    <w:rsid w:val="0033717A"/>
    <w:rsid w:val="00341B3E"/>
    <w:rsid w:val="00343EA3"/>
    <w:rsid w:val="00350444"/>
    <w:rsid w:val="00352976"/>
    <w:rsid w:val="00366C6F"/>
    <w:rsid w:val="00371665"/>
    <w:rsid w:val="00380D5F"/>
    <w:rsid w:val="003964DF"/>
    <w:rsid w:val="003A6969"/>
    <w:rsid w:val="003D4FB2"/>
    <w:rsid w:val="003E27DC"/>
    <w:rsid w:val="00401F69"/>
    <w:rsid w:val="00406ACD"/>
    <w:rsid w:val="00423219"/>
    <w:rsid w:val="004232FA"/>
    <w:rsid w:val="00472BE9"/>
    <w:rsid w:val="0047435D"/>
    <w:rsid w:val="004847E0"/>
    <w:rsid w:val="00492629"/>
    <w:rsid w:val="00497786"/>
    <w:rsid w:val="004A5F5E"/>
    <w:rsid w:val="004B289B"/>
    <w:rsid w:val="004B3028"/>
    <w:rsid w:val="004C0095"/>
    <w:rsid w:val="004D4591"/>
    <w:rsid w:val="004D5B69"/>
    <w:rsid w:val="004F007F"/>
    <w:rsid w:val="00510955"/>
    <w:rsid w:val="0051635F"/>
    <w:rsid w:val="00532EE6"/>
    <w:rsid w:val="00550A31"/>
    <w:rsid w:val="00557C70"/>
    <w:rsid w:val="005877B0"/>
    <w:rsid w:val="005A1CA9"/>
    <w:rsid w:val="005A68F2"/>
    <w:rsid w:val="005D347E"/>
    <w:rsid w:val="005D5031"/>
    <w:rsid w:val="005D6F05"/>
    <w:rsid w:val="005E317C"/>
    <w:rsid w:val="00604E73"/>
    <w:rsid w:val="00607CC4"/>
    <w:rsid w:val="0061080A"/>
    <w:rsid w:val="0063054E"/>
    <w:rsid w:val="00641F20"/>
    <w:rsid w:val="00643277"/>
    <w:rsid w:val="006530C6"/>
    <w:rsid w:val="00664C77"/>
    <w:rsid w:val="0067560E"/>
    <w:rsid w:val="0069308E"/>
    <w:rsid w:val="006A0271"/>
    <w:rsid w:val="006A1418"/>
    <w:rsid w:val="006D0AD9"/>
    <w:rsid w:val="006D1C20"/>
    <w:rsid w:val="006D6BD8"/>
    <w:rsid w:val="006E16CC"/>
    <w:rsid w:val="00761511"/>
    <w:rsid w:val="00781995"/>
    <w:rsid w:val="00787786"/>
    <w:rsid w:val="007B718A"/>
    <w:rsid w:val="007E1D19"/>
    <w:rsid w:val="007E5CB0"/>
    <w:rsid w:val="007F0749"/>
    <w:rsid w:val="007F0A8F"/>
    <w:rsid w:val="007F5B71"/>
    <w:rsid w:val="00801376"/>
    <w:rsid w:val="008166C8"/>
    <w:rsid w:val="00817A1B"/>
    <w:rsid w:val="00827963"/>
    <w:rsid w:val="00841550"/>
    <w:rsid w:val="00855043"/>
    <w:rsid w:val="008639BE"/>
    <w:rsid w:val="00864FB7"/>
    <w:rsid w:val="00886FDA"/>
    <w:rsid w:val="008A2C3F"/>
    <w:rsid w:val="008A5B84"/>
    <w:rsid w:val="008B60E3"/>
    <w:rsid w:val="008C4BE6"/>
    <w:rsid w:val="008E682E"/>
    <w:rsid w:val="009008B3"/>
    <w:rsid w:val="00913299"/>
    <w:rsid w:val="0093032C"/>
    <w:rsid w:val="00960E34"/>
    <w:rsid w:val="0096230C"/>
    <w:rsid w:val="00963739"/>
    <w:rsid w:val="00972864"/>
    <w:rsid w:val="009870EF"/>
    <w:rsid w:val="009B0614"/>
    <w:rsid w:val="009D3D72"/>
    <w:rsid w:val="009D4701"/>
    <w:rsid w:val="00A00A1C"/>
    <w:rsid w:val="00A050F6"/>
    <w:rsid w:val="00A1013C"/>
    <w:rsid w:val="00A21947"/>
    <w:rsid w:val="00A3137D"/>
    <w:rsid w:val="00A3152D"/>
    <w:rsid w:val="00A4512D"/>
    <w:rsid w:val="00A5592E"/>
    <w:rsid w:val="00A728B9"/>
    <w:rsid w:val="00A90689"/>
    <w:rsid w:val="00AA0F3C"/>
    <w:rsid w:val="00AA10C6"/>
    <w:rsid w:val="00AA214D"/>
    <w:rsid w:val="00AD598A"/>
    <w:rsid w:val="00AE1EC3"/>
    <w:rsid w:val="00B2274C"/>
    <w:rsid w:val="00B349C5"/>
    <w:rsid w:val="00B34C4D"/>
    <w:rsid w:val="00B74D24"/>
    <w:rsid w:val="00BA4E15"/>
    <w:rsid w:val="00BC1507"/>
    <w:rsid w:val="00BD1AD8"/>
    <w:rsid w:val="00BE19F7"/>
    <w:rsid w:val="00C1452C"/>
    <w:rsid w:val="00C20B65"/>
    <w:rsid w:val="00C70CB6"/>
    <w:rsid w:val="00C840CA"/>
    <w:rsid w:val="00CA1AC3"/>
    <w:rsid w:val="00CA314C"/>
    <w:rsid w:val="00CA6104"/>
    <w:rsid w:val="00CC12C2"/>
    <w:rsid w:val="00CD3E9F"/>
    <w:rsid w:val="00D05C7D"/>
    <w:rsid w:val="00D12426"/>
    <w:rsid w:val="00D279DE"/>
    <w:rsid w:val="00D316DF"/>
    <w:rsid w:val="00D51573"/>
    <w:rsid w:val="00D523EB"/>
    <w:rsid w:val="00D57FA4"/>
    <w:rsid w:val="00D76FB7"/>
    <w:rsid w:val="00D83896"/>
    <w:rsid w:val="00D90FEF"/>
    <w:rsid w:val="00E55F0A"/>
    <w:rsid w:val="00E63D30"/>
    <w:rsid w:val="00E819C8"/>
    <w:rsid w:val="00E90B73"/>
    <w:rsid w:val="00EC1F8C"/>
    <w:rsid w:val="00ED00A7"/>
    <w:rsid w:val="00EE75E9"/>
    <w:rsid w:val="00EF43D9"/>
    <w:rsid w:val="00EF5323"/>
    <w:rsid w:val="00F05163"/>
    <w:rsid w:val="00F14F70"/>
    <w:rsid w:val="00F16A4A"/>
    <w:rsid w:val="00F21028"/>
    <w:rsid w:val="00F32967"/>
    <w:rsid w:val="00F37FB6"/>
    <w:rsid w:val="00F673F1"/>
    <w:rsid w:val="00F93ACC"/>
    <w:rsid w:val="00FB6CBB"/>
    <w:rsid w:val="00FE6B3A"/>
    <w:rsid w:val="00FF6B3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AA5D"/>
  <w15:docId w15:val="{AE724789-C3EA-4B9D-BC4F-811440F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PlaceholderText">
    <w:name w:val="Placeholder Text"/>
    <w:basedOn w:val="DefaultParagraphFont"/>
    <w:uiPriority w:val="99"/>
    <w:semiHidden/>
    <w:rsid w:val="00283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8827">
      <w:bodyDiv w:val="1"/>
      <w:marLeft w:val="0"/>
      <w:marRight w:val="0"/>
      <w:marTop w:val="0"/>
      <w:marBottom w:val="0"/>
      <w:divBdr>
        <w:top w:val="none" w:sz="0" w:space="0" w:color="auto"/>
        <w:left w:val="none" w:sz="0" w:space="0" w:color="auto"/>
        <w:bottom w:val="none" w:sz="0" w:space="0" w:color="auto"/>
        <w:right w:val="none" w:sz="0" w:space="0" w:color="auto"/>
      </w:divBdr>
    </w:div>
    <w:div w:id="6280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30\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5E6"/>
    <w:rsid w:val="001665E6"/>
    <w:rsid w:val="002E11FA"/>
    <w:rsid w:val="004D6131"/>
    <w:rsid w:val="00622879"/>
    <w:rsid w:val="00806F1F"/>
    <w:rsid w:val="0082334F"/>
    <w:rsid w:val="00944A7F"/>
    <w:rsid w:val="00A370AA"/>
    <w:rsid w:val="00A51D5C"/>
    <w:rsid w:val="00BA1710"/>
    <w:rsid w:val="00BC7658"/>
    <w:rsid w:val="00C8622D"/>
    <w:rsid w:val="00C966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D0EBE14B44B34D99BD5B85B586668995">
    <w:name w:val="D0EBE14B44B34D99BD5B85B586668995"/>
  </w:style>
  <w:style w:type="paragraph" w:customStyle="1" w:styleId="8B0922D727614F7AA7DB5B458CEBF315">
    <w:name w:val="8B0922D727614F7AA7DB5B458CEBF315"/>
  </w:style>
  <w:style w:type="paragraph" w:customStyle="1" w:styleId="B7E986E7EF614FB7B00D9DA7646735EA">
    <w:name w:val="B7E986E7EF614FB7B00D9DA764673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20</TotalTime>
  <Pages>7</Pages>
  <Words>1227</Words>
  <Characters>7121</Characters>
  <Application>Microsoft Office Word</Application>
  <DocSecurity>0</DocSecurity>
  <Lines>59</Lines>
  <Paragraphs>16</Paragraphs>
  <ScaleCrop>false</ScaleCrop>
  <HeadingPairs>
    <vt:vector size="6" baseType="variant">
      <vt:variant>
        <vt:lpstr>Title</vt:lpstr>
      </vt:variant>
      <vt:variant>
        <vt:i4>1</vt:i4>
      </vt:variant>
      <vt:variant>
        <vt:lpstr>Headings</vt:lpstr>
      </vt:variant>
      <vt:variant>
        <vt:i4>1</vt:i4>
      </vt:variant>
      <vt:variant>
        <vt:lpstr>Tiitel</vt:lpstr>
      </vt:variant>
      <vt:variant>
        <vt:i4>1</vt:i4>
      </vt:variant>
    </vt:vector>
  </HeadingPairs>
  <TitlesOfParts>
    <vt:vector size="3" baseType="lpstr">
      <vt:lpstr>TÖÖVÕTULEPING nr</vt:lpstr>
      <vt:lpstr>    </vt:lpstr>
      <vt:lpstr>TÖÖVÕTULEPING nr</vt:lpstr>
    </vt:vector>
  </TitlesOfParts>
  <Company>RMK</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Heinar Juuse</cp:lastModifiedBy>
  <cp:revision>9</cp:revision>
  <cp:lastPrinted>2010-12-13T09:14:00Z</cp:lastPrinted>
  <dcterms:created xsi:type="dcterms:W3CDTF">2024-06-18T03:51:00Z</dcterms:created>
  <dcterms:modified xsi:type="dcterms:W3CDTF">2024-06-18T18:43:00Z</dcterms:modified>
</cp:coreProperties>
</file>